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091C4510" w14:textId="1D7B7F4F" w:rsidR="00BF0936" w:rsidRPr="00BF0936" w:rsidRDefault="00A56BD4" w:rsidP="00BF0936">
      <w:pPr>
        <w:pStyle w:val="Nagwek2"/>
        <w:spacing w:before="0" w:after="0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  <w:lang w:eastAsia="pl-PL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BF0936" w:rsidRPr="00BF0936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  <w:lang w:eastAsia="pl-PL"/>
        </w:rPr>
        <w:t> </w:t>
      </w:r>
      <w:r w:rsidR="00985CED" w:rsidRPr="00BF0936">
        <w:rPr>
          <w:rFonts w:cstheme="minorHAnsi"/>
          <w:b/>
          <w:bCs/>
        </w:rPr>
        <w:t>RE Łowicz w obrębie gmin Młodzieszyn i Rybno</w:t>
      </w:r>
    </w:p>
    <w:p w14:paraId="50E6621F" w14:textId="1C921E61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5ADE0D53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bookmarkStart w:id="7" w:name="_Hlk216085179"/>
      <w:r w:rsidR="00BF0936" w:rsidRPr="00BF0936">
        <w:rPr>
          <w:rFonts w:cstheme="minorHAnsi"/>
          <w:b/>
          <w:bCs/>
        </w:rPr>
        <w:t>RE Łowicz w obrębie gmin Młodzieszyn i Rybno</w:t>
      </w:r>
      <w:bookmarkEnd w:id="7"/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6AF07" w14:textId="77777777" w:rsidR="00F25034" w:rsidRDefault="00F25034" w:rsidP="00582CE9">
      <w:pPr>
        <w:spacing w:after="0"/>
      </w:pPr>
      <w:r>
        <w:separator/>
      </w:r>
    </w:p>
  </w:endnote>
  <w:endnote w:type="continuationSeparator" w:id="0">
    <w:p w14:paraId="0FF76536" w14:textId="77777777" w:rsidR="00F25034" w:rsidRDefault="00F2503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F7F8" w14:textId="77777777" w:rsidR="00F25034" w:rsidRDefault="00F25034" w:rsidP="00582CE9">
      <w:pPr>
        <w:spacing w:after="0"/>
      </w:pPr>
      <w:r>
        <w:separator/>
      </w:r>
    </w:p>
  </w:footnote>
  <w:footnote w:type="continuationSeparator" w:id="0">
    <w:p w14:paraId="00B6E6A2" w14:textId="77777777" w:rsidR="00F25034" w:rsidRDefault="00F2503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7F3C3FA" w14:textId="77777777" w:rsidR="00B21D32" w:rsidRDefault="00B21D32" w:rsidP="00582CE9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</w:p>
        <w:p w14:paraId="5205B493" w14:textId="48372E30" w:rsidR="00347E8D" w:rsidRPr="006B2C28" w:rsidRDefault="00B21D3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21D3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POST/DYS/OLD/GZ/04661/2025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C7176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0BFC"/>
    <w:rsid w:val="003E3CCB"/>
    <w:rsid w:val="003E59DD"/>
    <w:rsid w:val="003F132F"/>
    <w:rsid w:val="003F257A"/>
    <w:rsid w:val="0040472A"/>
    <w:rsid w:val="00412E5B"/>
    <w:rsid w:val="00417E23"/>
    <w:rsid w:val="004257E0"/>
    <w:rsid w:val="004273A1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D4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0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5CED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6886"/>
    <w:rsid w:val="00A30F17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1D3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C7B41"/>
    <w:rsid w:val="00BD1D08"/>
    <w:rsid w:val="00BE0AE4"/>
    <w:rsid w:val="00BE38BB"/>
    <w:rsid w:val="00BF0936"/>
    <w:rsid w:val="00C003C6"/>
    <w:rsid w:val="00C05E34"/>
    <w:rsid w:val="00C10B09"/>
    <w:rsid w:val="00C116F3"/>
    <w:rsid w:val="00C12714"/>
    <w:rsid w:val="00C13372"/>
    <w:rsid w:val="00C20678"/>
    <w:rsid w:val="00C224EE"/>
    <w:rsid w:val="00C23F3E"/>
    <w:rsid w:val="00C25CA8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6669D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B04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034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0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POST/DYS/OLD/GZ/04661/2025                        </dmsv2SWPP2ObjectNumber>
    <dmsv2SWPP2SumMD5 xmlns="http://schemas.microsoft.com/sharepoint/v3">5aa969a8ea9ded36bbaa0b790b79e63b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24111128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JEUP5JKVCYQC-922955212-18146</_dlc_DocId>
    <_dlc_DocIdUrl xmlns="a19cb1c7-c5c7-46d4-85ae-d83685407bba">
      <Url>https://swpp2.dms.gkpge.pl/sites/41/_layouts/15/DocIdRedir.aspx?ID=JEUP5JKVCYQC-922955212-18146</Url>
      <Description>JEUP5JKVCYQC-922955212-18146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A133BD-341E-4AE0-B5F3-AF7EF96275E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95DB4F-CED9-4D2E-B62D-E3FF0B55D33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19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2025-10-01T10:46:00Z</dcterms:created>
  <dcterms:modified xsi:type="dcterms:W3CDTF">2026-01-13T11:06:00Z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516f5458-febd-46d6-b5d6-3e9af66c5bbc</vt:lpwstr>
  </property>
</Properties>
</file>